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Pr="006C16FB" w:rsidRDefault="00354C5C" w:rsidP="006E5C6C">
      <w:r>
        <w:t xml:space="preserve">Příloha č. </w:t>
      </w:r>
      <w:r w:rsidR="00B87D91">
        <w:t>1</w:t>
      </w:r>
      <w:r>
        <w:t xml:space="preserve"> Výzvy k podání nab</w:t>
      </w:r>
      <w:r w:rsidRPr="006C16FB">
        <w:t>ídky</w:t>
      </w:r>
    </w:p>
    <w:p w14:paraId="523FE11F" w14:textId="4EB9C5F4" w:rsidR="008B1A2C" w:rsidRPr="006C16FB" w:rsidRDefault="008B1A2C" w:rsidP="00B87D91">
      <w:pPr>
        <w:rPr>
          <w:b/>
          <w:color w:val="FF5200" w:themeColor="accent2"/>
          <w:sz w:val="36"/>
          <w:szCs w:val="36"/>
        </w:rPr>
      </w:pPr>
      <w:r w:rsidRPr="006C16FB">
        <w:rPr>
          <w:b/>
          <w:color w:val="FF5200" w:themeColor="accent2"/>
          <w:sz w:val="36"/>
          <w:szCs w:val="36"/>
        </w:rPr>
        <w:t>Krycí list nabídky</w:t>
      </w:r>
      <w:r w:rsidR="0031280B" w:rsidRPr="006C16F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646B5D" w:rsidRPr="006C16FB">
        <w:rPr>
          <w:b/>
          <w:color w:val="FF5200" w:themeColor="accent2"/>
          <w:sz w:val="36"/>
          <w:szCs w:val="36"/>
        </w:rPr>
        <w:t xml:space="preserve">AV technika </w:t>
      </w:r>
      <w:r w:rsidR="00DB6D0C">
        <w:rPr>
          <w:b/>
          <w:color w:val="FF5200" w:themeColor="accent2"/>
          <w:sz w:val="36"/>
          <w:szCs w:val="36"/>
        </w:rPr>
        <w:t>do</w:t>
      </w:r>
      <w:r w:rsidR="00646B5D" w:rsidRPr="006C16FB">
        <w:rPr>
          <w:b/>
          <w:color w:val="FF5200" w:themeColor="accent2"/>
          <w:sz w:val="36"/>
          <w:szCs w:val="36"/>
        </w:rPr>
        <w:t xml:space="preserve"> </w:t>
      </w:r>
      <w:r w:rsidR="008931C1" w:rsidRPr="006C16FB">
        <w:rPr>
          <w:b/>
          <w:color w:val="FF5200" w:themeColor="accent2"/>
          <w:sz w:val="36"/>
          <w:szCs w:val="36"/>
        </w:rPr>
        <w:t>zasedací</w:t>
      </w:r>
      <w:r w:rsidR="00DB6D0C">
        <w:rPr>
          <w:b/>
          <w:color w:val="FF5200" w:themeColor="accent2"/>
          <w:sz w:val="36"/>
          <w:szCs w:val="36"/>
        </w:rPr>
        <w:t>ch</w:t>
      </w:r>
      <w:r w:rsidR="008931C1" w:rsidRPr="006C16FB">
        <w:rPr>
          <w:b/>
          <w:color w:val="FF5200" w:themeColor="accent2"/>
          <w:sz w:val="36"/>
          <w:szCs w:val="36"/>
        </w:rPr>
        <w:t xml:space="preserve"> místnost</w:t>
      </w:r>
      <w:r w:rsidR="00DB6D0C">
        <w:rPr>
          <w:b/>
          <w:color w:val="FF5200" w:themeColor="accent2"/>
          <w:sz w:val="36"/>
          <w:szCs w:val="36"/>
        </w:rPr>
        <w:t>í</w:t>
      </w:r>
      <w:r w:rsidR="0031280B" w:rsidRPr="006C16FB">
        <w:rPr>
          <w:b/>
          <w:color w:val="FF5200" w:themeColor="accent2"/>
          <w:sz w:val="36"/>
          <w:szCs w:val="36"/>
        </w:rPr>
        <w:t>“</w:t>
      </w:r>
      <w:r w:rsidR="000128D4" w:rsidRPr="006C16FB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6C16F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3057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8252</w:t>
      </w:r>
      <w:r w:rsidR="006C16FB" w:rsidRPr="006C16F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DB6D0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</w:t>
      </w:r>
      <w:r w:rsidR="006C16FB" w:rsidRPr="006C16F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6C16FB" w:rsidRDefault="00A93A74" w:rsidP="00F94D51">
          <w:pPr>
            <w:pStyle w:val="Obsah2"/>
          </w:pPr>
          <w:r w:rsidRPr="006C16FB">
            <w:t>Obsah</w:t>
          </w:r>
        </w:p>
        <w:p w14:paraId="0DFAD7E1" w14:textId="03EF7599" w:rsidR="00565E07" w:rsidRPr="006C16FB" w:rsidRDefault="00A93A74" w:rsidP="00F94D51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6C16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6C16FB">
            <w:instrText xml:space="preserve"> TOC \o "1-3" \h \z \u </w:instrText>
          </w:r>
          <w:r w:rsidRPr="006C16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0349506" w:history="1">
            <w:r w:rsidR="00565E07" w:rsidRPr="006C16FB">
              <w:rPr>
                <w:rStyle w:val="Hypertextovodkaz"/>
                <w:noProof/>
              </w:rPr>
              <w:t>Kapitola 1.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Základní údaje k nabídce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_Toc150349506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2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6B387BA6" w14:textId="7DFC5DA6" w:rsidR="00565E07" w:rsidRPr="006C16FB" w:rsidRDefault="00000000" w:rsidP="00F94D51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07" w:history="1">
            <w:r w:rsidR="00565E07" w:rsidRPr="006C16FB">
              <w:rPr>
                <w:rStyle w:val="Hypertextovodkaz"/>
                <w:noProof/>
              </w:rPr>
              <w:t>Kapitola 2.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Čestné prohlášení o splnění základní způsobilosti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_Toc150349507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3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70EC6FE2" w14:textId="178CCAA8" w:rsidR="00565E07" w:rsidRPr="006C16FB" w:rsidRDefault="00000000" w:rsidP="00F94D51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08" w:history="1">
            <w:r w:rsidR="00565E07" w:rsidRPr="006C16FB">
              <w:rPr>
                <w:rStyle w:val="Hypertextovodkaz"/>
                <w:noProof/>
              </w:rPr>
              <w:t>Kapitola 3.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Čestné prohlášení účastníka o střetu zájmů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_Toc150349508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4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398D368D" w14:textId="0DF9F223" w:rsidR="00565E07" w:rsidRPr="006C16FB" w:rsidRDefault="00000000" w:rsidP="00F94D51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09" w:history="1">
            <w:r w:rsidR="00565E07" w:rsidRPr="006C16FB">
              <w:rPr>
                <w:rStyle w:val="Hypertextovodkaz"/>
                <w:noProof/>
              </w:rPr>
              <w:t>Kapitola 4.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Čestné prohlášení účastníka k neuzavření zakázaných dohod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_Toc150349509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5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79728607" w14:textId="7F1B7F3C" w:rsidR="00565E07" w:rsidRPr="006C16FB" w:rsidRDefault="00000000" w:rsidP="00F94D51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10" w:history="1">
            <w:r w:rsidR="00565E07" w:rsidRPr="006C16FB">
              <w:rPr>
                <w:rStyle w:val="Hypertextovodkaz"/>
                <w:rFonts w:eastAsia="Times New Roman"/>
                <w:noProof/>
              </w:rPr>
              <w:t>Kapitola 5.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Čestné</w:t>
            </w:r>
            <w:r w:rsidR="00565E07" w:rsidRPr="006C16F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_Toc150349510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6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 w:rsidRPr="006C16FB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0349506"/>
      <w:r>
        <w:lastRenderedPageBreak/>
        <w:t>Základní údaje k nabídce</w:t>
      </w:r>
      <w:bookmarkEnd w:id="0"/>
    </w:p>
    <w:p w14:paraId="15E793D5" w14:textId="77777777" w:rsidR="00E34137" w:rsidRDefault="00E34137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01F1B22" w14:textId="77777777" w:rsidR="008B1A2C" w:rsidRPr="008B1A2C" w:rsidRDefault="008B1A2C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F94D51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F94D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1107B791" w:rsidR="00A93A74" w:rsidRDefault="00A93A74" w:rsidP="00F94D51">
      <w:pPr>
        <w:spacing w:before="360"/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4B6446">
        <w:t>Výzvy k podání nabíd</w:t>
      </w:r>
      <w:r w:rsidR="004C76E9" w:rsidRPr="004B6446">
        <w:t>ky</w:t>
      </w:r>
      <w:r w:rsidRPr="004B6446">
        <w:t xml:space="preserve"> na veřejnou zakázku zadávanou</w:t>
      </w:r>
      <w:r w:rsidR="004C76E9" w:rsidRPr="004B6446">
        <w:t xml:space="preserve"> jako </w:t>
      </w:r>
      <w:r w:rsidR="000128D4" w:rsidRPr="004B6446">
        <w:rPr>
          <w:rFonts w:eastAsia="Times New Roman" w:cs="Times New Roman"/>
          <w:lang w:eastAsia="cs-CZ"/>
        </w:rPr>
        <w:t>podlimitní sektorovou veřejnou zakázku</w:t>
      </w:r>
      <w:r w:rsidRPr="004B6446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F94D51">
      <w:pPr>
        <w:jc w:val="both"/>
      </w:pPr>
      <w:r w:rsidRPr="006E5C6C">
        <w:rPr>
          <w:b/>
        </w:rPr>
        <w:t>ÚDAJE PRO POTŘEBY HODNOCENÍ</w:t>
      </w:r>
      <w:r>
        <w:t>:</w:t>
      </w:r>
    </w:p>
    <w:p w14:paraId="4DC8BD60" w14:textId="4A7092D7" w:rsidR="008B1A2C" w:rsidRDefault="00FC5583" w:rsidP="00F94D51">
      <w:pPr>
        <w:jc w:val="both"/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AB7A2A">
        <w:t xml:space="preserve">bude Účastníkem </w:t>
      </w:r>
      <w:r w:rsidR="000F3D8C">
        <w:t xml:space="preserve">doplněná </w:t>
      </w:r>
      <w:r w:rsidR="00AB7A2A">
        <w:t xml:space="preserve">do </w:t>
      </w:r>
      <w:r w:rsidR="000F3D8C">
        <w:t xml:space="preserve">přílohy č. </w:t>
      </w:r>
      <w:r w:rsidR="00F50325">
        <w:t>2 Kupní smlouvy</w:t>
      </w:r>
      <w:r w:rsidR="00A71127">
        <w:t xml:space="preserve"> na dodávku hardware</w:t>
      </w:r>
      <w:r w:rsidR="00AB7A2A">
        <w:t>.</w:t>
      </w:r>
    </w:p>
    <w:p w14:paraId="2915FC32" w14:textId="77777777" w:rsidR="008B1A2C" w:rsidRPr="008B1A2C" w:rsidRDefault="00C228EE" w:rsidP="00F94D51">
      <w:pPr>
        <w:jc w:val="both"/>
      </w:pPr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F94D51">
      <w:pPr>
        <w:tabs>
          <w:tab w:val="left" w:pos="7125"/>
        </w:tabs>
        <w:jc w:val="both"/>
        <w:sectPr w:rsidR="00996617" w:rsidSect="00921F0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F94D51">
      <w:pPr>
        <w:tabs>
          <w:tab w:val="left" w:pos="7125"/>
        </w:tabs>
        <w:jc w:val="both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F94D51">
      <w:pPr>
        <w:tabs>
          <w:tab w:val="left" w:pos="7125"/>
        </w:tabs>
        <w:spacing w:before="240" w:after="0"/>
        <w:jc w:val="both"/>
      </w:pPr>
      <w:r>
        <w:t>(pokud na výše uvedenou otázku odpověděl dodavatel kladně)</w:t>
      </w:r>
    </w:p>
    <w:p w14:paraId="3973F6F3" w14:textId="77777777" w:rsidR="00086B78" w:rsidRDefault="00A93A74" w:rsidP="00F94D51">
      <w:pPr>
        <w:tabs>
          <w:tab w:val="left" w:pos="7125"/>
        </w:tabs>
        <w:spacing w:before="240" w:after="0"/>
        <w:jc w:val="both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000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0000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921F0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921F0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0349507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F94D51">
      <w:pPr>
        <w:spacing w:before="240"/>
        <w:jc w:val="both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2DB4140C" w14:textId="27D4B821" w:rsidR="00AB7A2A" w:rsidRDefault="0031280B" w:rsidP="00F94D51">
      <w:pPr>
        <w:spacing w:before="360"/>
        <w:jc w:val="both"/>
        <w:rPr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AB7A2A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</w:t>
      </w:r>
      <w:r w:rsidR="00AB7A2A">
        <w:rPr>
          <w:lang w:eastAsia="cs-CZ"/>
        </w:rPr>
        <w:t>Výše uvedené podmínky splňuje jak Účastník (coby právnická osoba), tak každý člen jeho statutárního orgánu,</w:t>
      </w:r>
    </w:p>
    <w:p w14:paraId="33588E41" w14:textId="77777777" w:rsidR="0031280B" w:rsidRDefault="0031280B" w:rsidP="00F94D51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F94D51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F94D51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F94D51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034950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9B36DB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F94D51">
      <w:pPr>
        <w:numPr>
          <w:ilvl w:val="0"/>
          <w:numId w:val="43"/>
        </w:numPr>
        <w:spacing w:before="24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F94D51">
      <w:pPr>
        <w:numPr>
          <w:ilvl w:val="0"/>
          <w:numId w:val="43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034950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00DAB3C7" w:rsidR="0031280B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</w:t>
      </w:r>
      <w:r w:rsidR="00F94D51">
        <w:rPr>
          <w:rFonts w:eastAsia="Times New Roman" w:cs="Times New Roman"/>
          <w:lang w:eastAsia="cs-CZ"/>
        </w:rPr>
        <w:t>:</w:t>
      </w:r>
      <w:r w:rsidR="0031280B" w:rsidRPr="00A035EA">
        <w:rPr>
          <w:rFonts w:eastAsia="Times New Roman" w:cs="Times New Roman"/>
          <w:lang w:eastAsia="cs-CZ"/>
        </w:rPr>
        <w:t xml:space="preserve"> </w:t>
      </w:r>
    </w:p>
    <w:p w14:paraId="290A1D38" w14:textId="6A68C1F0" w:rsidR="00F94D51" w:rsidRPr="00F94D51" w:rsidRDefault="00F94D51" w:rsidP="00F94D51">
      <w:pPr>
        <w:pStyle w:val="Odstavecseseznamem"/>
        <w:numPr>
          <w:ilvl w:val="0"/>
          <w:numId w:val="42"/>
        </w:numPr>
        <w:spacing w:before="120" w:after="120"/>
        <w:jc w:val="both"/>
        <w:rPr>
          <w:lang w:eastAsia="cs-CZ"/>
        </w:rPr>
      </w:pPr>
      <w:r w:rsidRPr="00F94D51">
        <w:rPr>
          <w:lang w:eastAsia="cs-CZ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040FA492" w14:textId="78DE7163" w:rsidR="00F94D51" w:rsidRPr="00F94D51" w:rsidRDefault="00F94D51" w:rsidP="00F94D51">
      <w:pPr>
        <w:pStyle w:val="Odstavecseseznamem"/>
        <w:numPr>
          <w:ilvl w:val="0"/>
          <w:numId w:val="42"/>
        </w:numPr>
        <w:spacing w:before="120" w:after="120"/>
        <w:jc w:val="both"/>
        <w:rPr>
          <w:lang w:eastAsia="cs-CZ"/>
        </w:rPr>
      </w:pPr>
      <w:r w:rsidRPr="00F94D51">
        <w:rPr>
          <w:lang w:eastAsia="cs-CZ"/>
        </w:rPr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034951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33ECFDB4" w14:textId="77777777" w:rsidR="00F94D51" w:rsidRPr="00471B29" w:rsidRDefault="00F94D51" w:rsidP="00F94D51">
      <w:pPr>
        <w:pStyle w:val="aodst"/>
        <w:numPr>
          <w:ilvl w:val="1"/>
          <w:numId w:val="41"/>
        </w:numPr>
        <w:ind w:hanging="425"/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25CDB87C" w14:textId="77777777" w:rsidR="00F94D51" w:rsidRDefault="00F94D51" w:rsidP="00F94D51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02B3B92" w14:textId="77777777" w:rsidR="00F94D51" w:rsidRPr="007F769F" w:rsidRDefault="00F94D51" w:rsidP="00F94D51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759937A9" w14:textId="77777777" w:rsidR="00F94D51" w:rsidRPr="007F769F" w:rsidRDefault="00F94D51" w:rsidP="00F94D51">
      <w:pPr>
        <w:pStyle w:val="aodst"/>
        <w:ind w:hanging="425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921F0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08E0F" w14:textId="77777777" w:rsidR="00921F05" w:rsidRDefault="00921F05" w:rsidP="00962258">
      <w:pPr>
        <w:spacing w:after="0" w:line="240" w:lineRule="auto"/>
      </w:pPr>
      <w:r>
        <w:separator/>
      </w:r>
    </w:p>
  </w:endnote>
  <w:endnote w:type="continuationSeparator" w:id="0">
    <w:p w14:paraId="1A3DAB26" w14:textId="77777777" w:rsidR="00921F05" w:rsidRDefault="00921F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32AAB8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7A2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7A2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5F444C5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7A2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7A2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A89C6" w14:textId="77777777" w:rsidR="00921F05" w:rsidRDefault="00921F05" w:rsidP="00962258">
      <w:pPr>
        <w:spacing w:after="0" w:line="240" w:lineRule="auto"/>
      </w:pPr>
      <w:r>
        <w:separator/>
      </w:r>
    </w:p>
  </w:footnote>
  <w:footnote w:type="continuationSeparator" w:id="0">
    <w:p w14:paraId="28DE14EA" w14:textId="77777777" w:rsidR="00921F05" w:rsidRDefault="00921F0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11F9569E" w14:textId="77777777" w:rsidR="00F94D51" w:rsidRPr="00EB54C9" w:rsidRDefault="00F94D51" w:rsidP="00F94D51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2712F"/>
    <w:multiLevelType w:val="hybridMultilevel"/>
    <w:tmpl w:val="938A82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DA495A"/>
    <w:multiLevelType w:val="hybridMultilevel"/>
    <w:tmpl w:val="8208CFB0"/>
    <w:lvl w:ilvl="0" w:tplc="5C545894">
      <w:start w:val="1"/>
      <w:numFmt w:val="lowerLetter"/>
      <w:lvlText w:val="%1)"/>
      <w:lvlJc w:val="left"/>
      <w:pPr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A6F94"/>
    <w:multiLevelType w:val="hybridMultilevel"/>
    <w:tmpl w:val="3B7C4E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BDD5C16"/>
    <w:multiLevelType w:val="hybridMultilevel"/>
    <w:tmpl w:val="00DC514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004879">
    <w:abstractNumId w:val="5"/>
  </w:num>
  <w:num w:numId="2" w16cid:durableId="97913915">
    <w:abstractNumId w:val="2"/>
  </w:num>
  <w:num w:numId="3" w16cid:durableId="18560684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7132734">
    <w:abstractNumId w:val="14"/>
  </w:num>
  <w:num w:numId="5" w16cid:durableId="1843737919">
    <w:abstractNumId w:val="7"/>
  </w:num>
  <w:num w:numId="6" w16cid:durableId="370113534">
    <w:abstractNumId w:val="9"/>
  </w:num>
  <w:num w:numId="7" w16cid:durableId="1893810157">
    <w:abstractNumId w:val="0"/>
  </w:num>
  <w:num w:numId="8" w16cid:durableId="2048094408">
    <w:abstractNumId w:val="10"/>
  </w:num>
  <w:num w:numId="9" w16cid:durableId="6605019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6346236">
    <w:abstractNumId w:val="9"/>
  </w:num>
  <w:num w:numId="11" w16cid:durableId="437797870">
    <w:abstractNumId w:val="2"/>
  </w:num>
  <w:num w:numId="12" w16cid:durableId="1877309831">
    <w:abstractNumId w:val="9"/>
  </w:num>
  <w:num w:numId="13" w16cid:durableId="633295932">
    <w:abstractNumId w:val="9"/>
  </w:num>
  <w:num w:numId="14" w16cid:durableId="1490713732">
    <w:abstractNumId w:val="9"/>
  </w:num>
  <w:num w:numId="15" w16cid:durableId="1602562371">
    <w:abstractNumId w:val="9"/>
  </w:num>
  <w:num w:numId="16" w16cid:durableId="125511450">
    <w:abstractNumId w:val="15"/>
  </w:num>
  <w:num w:numId="17" w16cid:durableId="101153377">
    <w:abstractNumId w:val="5"/>
  </w:num>
  <w:num w:numId="18" w16cid:durableId="1975674704">
    <w:abstractNumId w:val="15"/>
  </w:num>
  <w:num w:numId="19" w16cid:durableId="1309550767">
    <w:abstractNumId w:val="15"/>
  </w:num>
  <w:num w:numId="20" w16cid:durableId="1475177035">
    <w:abstractNumId w:val="15"/>
  </w:num>
  <w:num w:numId="21" w16cid:durableId="81147862">
    <w:abstractNumId w:val="15"/>
  </w:num>
  <w:num w:numId="22" w16cid:durableId="1108819948">
    <w:abstractNumId w:val="9"/>
  </w:num>
  <w:num w:numId="23" w16cid:durableId="1448043017">
    <w:abstractNumId w:val="2"/>
  </w:num>
  <w:num w:numId="24" w16cid:durableId="1293637888">
    <w:abstractNumId w:val="9"/>
  </w:num>
  <w:num w:numId="25" w16cid:durableId="514195903">
    <w:abstractNumId w:val="9"/>
  </w:num>
  <w:num w:numId="26" w16cid:durableId="1532067383">
    <w:abstractNumId w:val="9"/>
  </w:num>
  <w:num w:numId="27" w16cid:durableId="1338732551">
    <w:abstractNumId w:val="9"/>
  </w:num>
  <w:num w:numId="28" w16cid:durableId="2084838010">
    <w:abstractNumId w:val="15"/>
  </w:num>
  <w:num w:numId="29" w16cid:durableId="1773668876">
    <w:abstractNumId w:val="5"/>
  </w:num>
  <w:num w:numId="30" w16cid:durableId="1745759705">
    <w:abstractNumId w:val="15"/>
  </w:num>
  <w:num w:numId="31" w16cid:durableId="1240285320">
    <w:abstractNumId w:val="15"/>
  </w:num>
  <w:num w:numId="32" w16cid:durableId="666784378">
    <w:abstractNumId w:val="15"/>
  </w:num>
  <w:num w:numId="33" w16cid:durableId="392704272">
    <w:abstractNumId w:val="15"/>
  </w:num>
  <w:num w:numId="34" w16cid:durableId="431323675">
    <w:abstractNumId w:val="6"/>
  </w:num>
  <w:num w:numId="35" w16cid:durableId="1345521439">
    <w:abstractNumId w:val="17"/>
  </w:num>
  <w:num w:numId="36" w16cid:durableId="276110153">
    <w:abstractNumId w:val="4"/>
  </w:num>
  <w:num w:numId="37" w16cid:durableId="948582251">
    <w:abstractNumId w:val="16"/>
  </w:num>
  <w:num w:numId="38" w16cid:durableId="595595716">
    <w:abstractNumId w:val="12"/>
  </w:num>
  <w:num w:numId="39" w16cid:durableId="1863475981">
    <w:abstractNumId w:val="3"/>
  </w:num>
  <w:num w:numId="40" w16cid:durableId="428625779">
    <w:abstractNumId w:val="13"/>
  </w:num>
  <w:num w:numId="41" w16cid:durableId="107990760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2506458">
    <w:abstractNumId w:val="8"/>
  </w:num>
  <w:num w:numId="43" w16cid:durableId="194707881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3D8C"/>
    <w:rsid w:val="000F7070"/>
    <w:rsid w:val="0010693F"/>
    <w:rsid w:val="00114472"/>
    <w:rsid w:val="00130571"/>
    <w:rsid w:val="001550BC"/>
    <w:rsid w:val="001605B9"/>
    <w:rsid w:val="00170EC5"/>
    <w:rsid w:val="00171BF4"/>
    <w:rsid w:val="001747C1"/>
    <w:rsid w:val="00184743"/>
    <w:rsid w:val="00190137"/>
    <w:rsid w:val="001F2658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A6944"/>
    <w:rsid w:val="003B596F"/>
    <w:rsid w:val="00441430"/>
    <w:rsid w:val="00450F07"/>
    <w:rsid w:val="00453CD3"/>
    <w:rsid w:val="00460660"/>
    <w:rsid w:val="00486107"/>
    <w:rsid w:val="00487AC9"/>
    <w:rsid w:val="00491827"/>
    <w:rsid w:val="004B04DF"/>
    <w:rsid w:val="004B348C"/>
    <w:rsid w:val="004B6446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65E07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46B5D"/>
    <w:rsid w:val="00654420"/>
    <w:rsid w:val="00660AD3"/>
    <w:rsid w:val="0067790F"/>
    <w:rsid w:val="00677B7F"/>
    <w:rsid w:val="006A5570"/>
    <w:rsid w:val="006A689C"/>
    <w:rsid w:val="006B3D79"/>
    <w:rsid w:val="006C16FB"/>
    <w:rsid w:val="006C2F26"/>
    <w:rsid w:val="006D7AFE"/>
    <w:rsid w:val="006E0578"/>
    <w:rsid w:val="006E314D"/>
    <w:rsid w:val="006E5C6C"/>
    <w:rsid w:val="006E73DC"/>
    <w:rsid w:val="006F366D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31C1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1F05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36DB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71127"/>
    <w:rsid w:val="00A92E7F"/>
    <w:rsid w:val="00A93A74"/>
    <w:rsid w:val="00AA4CBB"/>
    <w:rsid w:val="00AA65FA"/>
    <w:rsid w:val="00AA7351"/>
    <w:rsid w:val="00AB7A2A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62EF"/>
    <w:rsid w:val="00C47AE3"/>
    <w:rsid w:val="00C636FB"/>
    <w:rsid w:val="00C87B78"/>
    <w:rsid w:val="00CC1042"/>
    <w:rsid w:val="00CD1FC4"/>
    <w:rsid w:val="00D21061"/>
    <w:rsid w:val="00D4108E"/>
    <w:rsid w:val="00D6163D"/>
    <w:rsid w:val="00D73D46"/>
    <w:rsid w:val="00D831A3"/>
    <w:rsid w:val="00DB6D0C"/>
    <w:rsid w:val="00DC75F3"/>
    <w:rsid w:val="00DD46F3"/>
    <w:rsid w:val="00DE1BFA"/>
    <w:rsid w:val="00DE56F2"/>
    <w:rsid w:val="00DF116D"/>
    <w:rsid w:val="00E03F40"/>
    <w:rsid w:val="00E308FE"/>
    <w:rsid w:val="00E30A0E"/>
    <w:rsid w:val="00E34137"/>
    <w:rsid w:val="00E34D19"/>
    <w:rsid w:val="00E36C4A"/>
    <w:rsid w:val="00E46950"/>
    <w:rsid w:val="00E6656A"/>
    <w:rsid w:val="00E666DF"/>
    <w:rsid w:val="00E813A8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0325"/>
    <w:rsid w:val="00F5558F"/>
    <w:rsid w:val="00F659EB"/>
    <w:rsid w:val="00F76E9F"/>
    <w:rsid w:val="00F814D9"/>
    <w:rsid w:val="00F86BA6"/>
    <w:rsid w:val="00F94D5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4D51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paragraph" w:customStyle="1" w:styleId="aodst">
    <w:name w:val="a) odst."/>
    <w:basedOn w:val="Normln"/>
    <w:link w:val="aodstChar"/>
    <w:qFormat/>
    <w:rsid w:val="00F94D51"/>
    <w:pPr>
      <w:numPr>
        <w:ilvl w:val="1"/>
        <w:numId w:val="40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F94D51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F94D51"/>
    <w:pPr>
      <w:numPr>
        <w:ilvl w:val="2"/>
        <w:numId w:val="40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F94D51"/>
  </w:style>
  <w:style w:type="character" w:customStyle="1" w:styleId="Kurzvatun">
    <w:name w:val="Kurzíva tučně"/>
    <w:basedOn w:val="Standardnpsmoodstavce"/>
    <w:uiPriority w:val="1"/>
    <w:qFormat/>
    <w:rsid w:val="00F94D51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9C268-91F9-4A25-B35A-150B723B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54</TotalTime>
  <Pages>7</Pages>
  <Words>1138</Words>
  <Characters>6721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Bachorková Ivana, Mgr.</cp:lastModifiedBy>
  <cp:revision>31</cp:revision>
  <cp:lastPrinted>2017-11-28T17:18:00Z</cp:lastPrinted>
  <dcterms:created xsi:type="dcterms:W3CDTF">2022-05-09T11:10:00Z</dcterms:created>
  <dcterms:modified xsi:type="dcterms:W3CDTF">2024-02-02T15:09:00Z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